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AE" w:rsidRDefault="006354EE" w:rsidP="002D6B7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3930650</wp:posOffset>
                </wp:positionH>
                <wp:positionV relativeFrom="paragraph">
                  <wp:posOffset>-8255</wp:posOffset>
                </wp:positionV>
                <wp:extent cx="2375535" cy="1572260"/>
                <wp:effectExtent l="15875" t="18415" r="18415" b="19050"/>
                <wp:wrapSquare wrapText="left"/>
                <wp:docPr id="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157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FF505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249BA" w:rsidRDefault="006354EE" w:rsidP="00C249BA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8AC4A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noProof/>
                                <w:color w:val="8AC4AE"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1750695" cy="1650365"/>
                                  <wp:effectExtent l="0" t="0" r="1905" b="6985"/>
                                  <wp:docPr id="3" name="Picture 3" descr="C:\Users\student\Desktop\securityla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student\Desktop\securityla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0695" cy="1650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249BA" w:rsidRPr="00C249BA" w:rsidRDefault="001C7262" w:rsidP="00C249BA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8AC4A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8AC4AE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margin-left:309.5pt;margin-top:-.65pt;width:187.05pt;height:12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" strokecolor="#ff5050" strokeweight="2.25pt">
                <v:textbox>
                  <w:txbxContent>
                    <w:p w:rsidR="00C249BA" w:rsidRDefault="006354EE" w:rsidP="00C249BA">
                      <w:pPr>
                        <w:jc w:val="center"/>
                        <w:rPr>
                          <w:rFonts w:ascii="Garamond" w:hAnsi="Garamond"/>
                          <w:b/>
                          <w:color w:val="8AC4AE"/>
                          <w:sz w:val="28"/>
                          <w:szCs w:val="28"/>
                        </w:rPr>
                      </w:pPr>
                      <w:r>
                        <w:rPr>
                          <w:rFonts w:ascii="Garamond" w:hAnsi="Garamond"/>
                          <w:b/>
                          <w:noProof/>
                          <w:color w:val="8AC4AE"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1750695" cy="1650365"/>
                            <wp:effectExtent l="0" t="0" r="1905" b="6985"/>
                            <wp:docPr id="3" name="Picture 3" descr="C:\Users\student\Desktop\securityla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student\Desktop\securityla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0695" cy="1650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249BA" w:rsidRPr="00C249BA" w:rsidRDefault="001C7262" w:rsidP="00C249BA">
                      <w:pPr>
                        <w:jc w:val="center"/>
                        <w:rPr>
                          <w:rFonts w:ascii="Garamond" w:hAnsi="Garamond"/>
                          <w:b/>
                          <w:color w:val="8AC4AE"/>
                          <w:sz w:val="28"/>
                          <w:szCs w:val="28"/>
                        </w:rPr>
                      </w:pPr>
                      <w:r>
                        <w:rPr>
                          <w:rFonts w:ascii="Garamond" w:hAnsi="Garamond"/>
                          <w:b/>
                          <w:color w:val="8AC4AE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 side="left"/>
              </v:shape>
            </w:pict>
          </mc:Fallback>
        </mc:AlternateContent>
      </w:r>
    </w:p>
    <w:p w:rsidR="001C4DEF" w:rsidRDefault="001C4DEF" w:rsidP="002D6B75"/>
    <w:p w:rsidR="00EA69E0" w:rsidRDefault="00EA69E0" w:rsidP="002D6B75"/>
    <w:p w:rsidR="00EA69E0" w:rsidRDefault="00EA69E0" w:rsidP="002D6B75"/>
    <w:p w:rsidR="004B3487" w:rsidRPr="00B56400" w:rsidRDefault="00152FEA" w:rsidP="00B56400">
      <w:pPr>
        <w:pStyle w:val="Heading1"/>
      </w:pPr>
      <w:r>
        <w:t>How he got started:</w:t>
      </w:r>
    </w:p>
    <w:p w:rsidR="004B3487" w:rsidRDefault="00152FEA" w:rsidP="00152FEA">
      <w:pPr>
        <w:pStyle w:val="Descriptions"/>
        <w:numPr>
          <w:ilvl w:val="0"/>
          <w:numId w:val="1"/>
        </w:numPr>
      </w:pPr>
      <w:r>
        <w:t>When Nuwere was 15 he</w:t>
      </w:r>
      <w:r w:rsidRPr="00152FEA">
        <w:t xml:space="preserve"> become a computer security professional working for an Internet Service Provider in Manhattan</w:t>
      </w:r>
    </w:p>
    <w:p w:rsidR="00152FEA" w:rsidRPr="002D6B75" w:rsidRDefault="00152FEA" w:rsidP="00152FEA">
      <w:pPr>
        <w:pStyle w:val="Descriptions"/>
        <w:numPr>
          <w:ilvl w:val="0"/>
          <w:numId w:val="1"/>
        </w:numPr>
      </w:pPr>
    </w:p>
    <w:p w:rsidR="001D3100" w:rsidRDefault="001D3100" w:rsidP="002D6B75">
      <w:pPr>
        <w:pStyle w:val="Descriptions"/>
      </w:pPr>
    </w:p>
    <w:p w:rsidR="004B3487" w:rsidRPr="008709AE" w:rsidRDefault="00F7224B" w:rsidP="00B56400">
      <w:pPr>
        <w:pStyle w:val="Heading1"/>
      </w:pPr>
      <w:r>
        <w:t>Type of business:</w:t>
      </w:r>
    </w:p>
    <w:p w:rsidR="004B3487" w:rsidRDefault="00F7224B" w:rsidP="002D6B75">
      <w:pPr>
        <w:pStyle w:val="Descriptions"/>
      </w:pPr>
      <w:r>
        <w:t xml:space="preserve">His </w:t>
      </w:r>
      <w:r w:rsidRPr="00F7224B">
        <w:t>company provi</w:t>
      </w:r>
      <w:r>
        <w:t>des security for the phone call and internet business</w:t>
      </w:r>
    </w:p>
    <w:p w:rsidR="004B3487" w:rsidRDefault="004B3487" w:rsidP="002D6B75">
      <w:pPr>
        <w:pStyle w:val="Descriptions"/>
      </w:pPr>
    </w:p>
    <w:p w:rsidR="004B3487" w:rsidRDefault="007565F3" w:rsidP="00B56400">
      <w:pPr>
        <w:pStyle w:val="Heading1"/>
      </w:pPr>
      <w:r>
        <w:t>Descrip</w:t>
      </w:r>
      <w:r w:rsidR="00F7224B">
        <w:t>tion of business:</w:t>
      </w:r>
    </w:p>
    <w:p w:rsidR="001D3100" w:rsidRDefault="00F7224B" w:rsidP="002D6B75">
      <w:pPr>
        <w:pStyle w:val="Descriptions"/>
      </w:pPr>
      <w:r>
        <w:rPr>
          <w:rFonts w:ascii="Times New Roman" w:hAnsi="Times New Roman"/>
          <w:szCs w:val="24"/>
        </w:rPr>
        <w:t xml:space="preserve">Business that use the </w:t>
      </w:r>
      <w:r w:rsidR="007565F3">
        <w:rPr>
          <w:rFonts w:ascii="Times New Roman" w:hAnsi="Times New Roman"/>
          <w:szCs w:val="24"/>
        </w:rPr>
        <w:t xml:space="preserve">internet or </w:t>
      </w:r>
      <w:r>
        <w:rPr>
          <w:rFonts w:ascii="Times New Roman" w:hAnsi="Times New Roman"/>
          <w:szCs w:val="24"/>
        </w:rPr>
        <w:t>do most business over phone calls. He make sure no outside people and hack in.</w:t>
      </w:r>
    </w:p>
    <w:p w:rsidR="004B3487" w:rsidRDefault="004B3487" w:rsidP="002D6B75">
      <w:pPr>
        <w:pStyle w:val="Descriptions"/>
      </w:pPr>
    </w:p>
    <w:p w:rsidR="001D3100" w:rsidRDefault="001D3100" w:rsidP="002D6B75">
      <w:pPr>
        <w:pStyle w:val="Descriptions"/>
      </w:pPr>
    </w:p>
    <w:p w:rsidR="004B3487" w:rsidRDefault="00F7224B" w:rsidP="00B56400">
      <w:pPr>
        <w:pStyle w:val="Heading1"/>
      </w:pPr>
      <w:r>
        <w:t>What are they doing:</w:t>
      </w:r>
    </w:p>
    <w:p w:rsidR="00F7224B" w:rsidRPr="00F7224B" w:rsidRDefault="00F7224B" w:rsidP="00F7224B">
      <w:r>
        <w:t>The same thing they have been doing since the beginning</w:t>
      </w:r>
    </w:p>
    <w:p w:rsidR="004B3487" w:rsidRDefault="004B3487" w:rsidP="002D6B75">
      <w:pPr>
        <w:pStyle w:val="Descriptions"/>
      </w:pPr>
    </w:p>
    <w:p w:rsidR="004B3487" w:rsidRDefault="007565F3" w:rsidP="007565F3">
      <w:pPr>
        <w:pStyle w:val="Heading1"/>
      </w:pPr>
      <w:r>
        <w:t>Website:</w:t>
      </w:r>
    </w:p>
    <w:p w:rsidR="004B3487" w:rsidRDefault="007565F3" w:rsidP="002D6B75">
      <w:pPr>
        <w:pStyle w:val="Descriptions"/>
      </w:pPr>
      <w:r w:rsidRPr="007565F3">
        <w:t>http://www.ejovi.net/about/</w:t>
      </w:r>
    </w:p>
    <w:p w:rsidR="001D3100" w:rsidRDefault="001D3100" w:rsidP="002D6B75">
      <w:pPr>
        <w:pStyle w:val="Descriptions"/>
      </w:pPr>
    </w:p>
    <w:p w:rsidR="004B3487" w:rsidRPr="008709AE" w:rsidRDefault="007565F3" w:rsidP="00B56400">
      <w:pPr>
        <w:pStyle w:val="Heading1"/>
      </w:pPr>
      <w:r>
        <w:t>Fun Info:</w:t>
      </w:r>
      <w:r w:rsidR="004B3487" w:rsidRPr="008709AE">
        <w:t xml:space="preserve"> </w:t>
      </w:r>
    </w:p>
    <w:p w:rsidR="004B3487" w:rsidRDefault="004B3487" w:rsidP="002D6B75">
      <w:pPr>
        <w:pStyle w:val="Descriptions"/>
      </w:pPr>
    </w:p>
    <w:p w:rsidR="004B3487" w:rsidRDefault="005A6504" w:rsidP="007565F3">
      <w:pPr>
        <w:pStyle w:val="Descriptions"/>
        <w:numPr>
          <w:ilvl w:val="0"/>
          <w:numId w:val="2"/>
        </w:numPr>
      </w:pPr>
      <w:r>
        <w:t>He was born in New York</w:t>
      </w:r>
    </w:p>
    <w:p w:rsidR="007565F3" w:rsidRPr="005A6883" w:rsidRDefault="007565F3" w:rsidP="007565F3">
      <w:pPr>
        <w:pStyle w:val="Descriptions"/>
        <w:numPr>
          <w:ilvl w:val="0"/>
          <w:numId w:val="2"/>
        </w:numPr>
      </w:pPr>
      <w:bookmarkStart w:id="0" w:name="_GoBack"/>
      <w:bookmarkEnd w:id="0"/>
    </w:p>
    <w:sectPr w:rsidR="007565F3" w:rsidRPr="005A6883" w:rsidSect="001C4DEF">
      <w:headerReference w:type="default" r:id="rId9"/>
      <w:pgSz w:w="12240" w:h="15840" w:code="1"/>
      <w:pgMar w:top="1440" w:right="1800" w:bottom="1440" w:left="180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34F" w:rsidRDefault="0015134F">
      <w:r>
        <w:separator/>
      </w:r>
    </w:p>
  </w:endnote>
  <w:endnote w:type="continuationSeparator" w:id="0">
    <w:p w:rsidR="0015134F" w:rsidRDefault="0015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34F" w:rsidRDefault="0015134F">
      <w:r>
        <w:separator/>
      </w:r>
    </w:p>
  </w:footnote>
  <w:footnote w:type="continuationSeparator" w:id="0">
    <w:p w:rsidR="0015134F" w:rsidRDefault="00151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9BA" w:rsidRDefault="00152FEA" w:rsidP="00152FEA">
    <w:pPr>
      <w:jc w:val="center"/>
      <w:rPr>
        <w:rFonts w:ascii="Monotype Corsiva" w:hAnsi="Monotype Corsiva"/>
        <w:color w:val="FF5050"/>
        <w:sz w:val="52"/>
        <w:szCs w:val="52"/>
      </w:rPr>
    </w:pPr>
    <w:r w:rsidRPr="00152FEA">
      <w:rPr>
        <w:rFonts w:ascii="Monotype Corsiva" w:hAnsi="Monotype Corsiva"/>
        <w:color w:val="FF5050"/>
        <w:sz w:val="52"/>
        <w:szCs w:val="52"/>
      </w:rPr>
      <w:t>Ejovi Nuwere</w:t>
    </w:r>
  </w:p>
  <w:p w:rsidR="00152FEA" w:rsidRDefault="00152FEA" w:rsidP="00152FEA">
    <w:pPr>
      <w:jc w:val="center"/>
      <w:rPr>
        <w:rFonts w:ascii="Monotype Corsiva" w:hAnsi="Monotype Corsiva"/>
        <w:color w:val="FF5050"/>
        <w:sz w:val="52"/>
        <w:szCs w:val="52"/>
      </w:rPr>
    </w:pPr>
    <w:r w:rsidRPr="00152FEA">
      <w:rPr>
        <w:rFonts w:ascii="Monotype Corsiva" w:hAnsi="Monotype Corsiva"/>
        <w:color w:val="FF5050"/>
        <w:sz w:val="52"/>
        <w:szCs w:val="52"/>
      </w:rPr>
      <w:t>Protecting Phone Calls</w:t>
    </w:r>
  </w:p>
  <w:p w:rsidR="001C4DEF" w:rsidRDefault="001C4DEF" w:rsidP="00094483">
    <w:pPr>
      <w:pStyle w:val="Header"/>
      <w:tabs>
        <w:tab w:val="clear" w:pos="432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C3B12"/>
    <w:multiLevelType w:val="hybridMultilevel"/>
    <w:tmpl w:val="D52EC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435EE2"/>
    <w:multiLevelType w:val="hybridMultilevel"/>
    <w:tmpl w:val="9F84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 fillcolor="#99c5b7" stroke="f">
      <v:fill color="#99c5b7"/>
      <v:stroke on="f"/>
      <o:colormru v:ext="edit" colors="#fcc,#ff505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EA"/>
    <w:rsid w:val="000073F0"/>
    <w:rsid w:val="00031B4E"/>
    <w:rsid w:val="00094483"/>
    <w:rsid w:val="000F4B78"/>
    <w:rsid w:val="0015134F"/>
    <w:rsid w:val="00152FEA"/>
    <w:rsid w:val="001C4DEF"/>
    <w:rsid w:val="001C7262"/>
    <w:rsid w:val="001D3100"/>
    <w:rsid w:val="00261DE0"/>
    <w:rsid w:val="002D6B75"/>
    <w:rsid w:val="003608AB"/>
    <w:rsid w:val="003A7BB2"/>
    <w:rsid w:val="003E09EB"/>
    <w:rsid w:val="004825D6"/>
    <w:rsid w:val="004B3487"/>
    <w:rsid w:val="004F0525"/>
    <w:rsid w:val="004F7AEF"/>
    <w:rsid w:val="0051709E"/>
    <w:rsid w:val="00522159"/>
    <w:rsid w:val="00574B44"/>
    <w:rsid w:val="005A6504"/>
    <w:rsid w:val="005A6883"/>
    <w:rsid w:val="006354EE"/>
    <w:rsid w:val="00644A40"/>
    <w:rsid w:val="00674146"/>
    <w:rsid w:val="006B4BB3"/>
    <w:rsid w:val="007565F3"/>
    <w:rsid w:val="008709AE"/>
    <w:rsid w:val="00973778"/>
    <w:rsid w:val="009B7A26"/>
    <w:rsid w:val="009D20B0"/>
    <w:rsid w:val="009E1A69"/>
    <w:rsid w:val="00A44593"/>
    <w:rsid w:val="00A735A0"/>
    <w:rsid w:val="00A7464B"/>
    <w:rsid w:val="00A90E57"/>
    <w:rsid w:val="00A92D8C"/>
    <w:rsid w:val="00B56400"/>
    <w:rsid w:val="00BA2C4F"/>
    <w:rsid w:val="00BD299F"/>
    <w:rsid w:val="00C249BA"/>
    <w:rsid w:val="00C32D36"/>
    <w:rsid w:val="00C4240E"/>
    <w:rsid w:val="00C87C9B"/>
    <w:rsid w:val="00CE1741"/>
    <w:rsid w:val="00D54C6E"/>
    <w:rsid w:val="00D56B79"/>
    <w:rsid w:val="00D713D5"/>
    <w:rsid w:val="00DB0D40"/>
    <w:rsid w:val="00DB3BDE"/>
    <w:rsid w:val="00DF18DA"/>
    <w:rsid w:val="00DF4253"/>
    <w:rsid w:val="00E23BF5"/>
    <w:rsid w:val="00E664E1"/>
    <w:rsid w:val="00EA2F31"/>
    <w:rsid w:val="00EA69E0"/>
    <w:rsid w:val="00EC4CEC"/>
    <w:rsid w:val="00F30335"/>
    <w:rsid w:val="00F5743C"/>
    <w:rsid w:val="00F7224B"/>
    <w:rsid w:val="00FD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9c5b7" stroke="f">
      <v:fill color="#99c5b7"/>
      <v:stroke on="f"/>
      <o:colormru v:ext="edit" colors="#fcc,#ff5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883"/>
    <w:rPr>
      <w:sz w:val="24"/>
      <w:szCs w:val="24"/>
    </w:rPr>
  </w:style>
  <w:style w:type="paragraph" w:styleId="Heading1">
    <w:name w:val="heading 1"/>
    <w:basedOn w:val="StyleGaramond16ptItalicCustomColorRGB2558080Left"/>
    <w:next w:val="Normal"/>
    <w:qFormat/>
    <w:rsid w:val="00B56400"/>
    <w:pPr>
      <w:outlineLvl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C4D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4DEF"/>
    <w:pPr>
      <w:tabs>
        <w:tab w:val="center" w:pos="4320"/>
        <w:tab w:val="right" w:pos="8640"/>
      </w:tabs>
    </w:pPr>
  </w:style>
  <w:style w:type="paragraph" w:customStyle="1" w:styleId="Descriptions">
    <w:name w:val="Descriptions"/>
    <w:basedOn w:val="Normal"/>
    <w:rsid w:val="002D6B75"/>
    <w:pPr>
      <w:pBdr>
        <w:left w:val="single" w:sz="6" w:space="4" w:color="8AC4AE"/>
      </w:pBdr>
      <w:ind w:right="-540"/>
    </w:pPr>
    <w:rPr>
      <w:rFonts w:ascii="Garamond" w:hAnsi="Garamond"/>
      <w:szCs w:val="20"/>
    </w:rPr>
  </w:style>
  <w:style w:type="paragraph" w:customStyle="1" w:styleId="StyleGaramond16ptItalicCustomColorRGB2558080Left">
    <w:name w:val="Style Garamond 16 pt Italic Custom Color(RGB(2558080)) Left: ..."/>
    <w:basedOn w:val="Normal"/>
    <w:rsid w:val="002D6B75"/>
    <w:pPr>
      <w:pBdr>
        <w:left w:val="single" w:sz="6" w:space="4" w:color="8AC4AE"/>
      </w:pBdr>
    </w:pPr>
    <w:rPr>
      <w:rFonts w:ascii="Garamond" w:hAnsi="Garamond"/>
      <w:b/>
      <w:i/>
      <w:iCs/>
      <w:noProof/>
      <w:color w:val="FF505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883"/>
    <w:rPr>
      <w:sz w:val="24"/>
      <w:szCs w:val="24"/>
    </w:rPr>
  </w:style>
  <w:style w:type="paragraph" w:styleId="Heading1">
    <w:name w:val="heading 1"/>
    <w:basedOn w:val="StyleGaramond16ptItalicCustomColorRGB2558080Left"/>
    <w:next w:val="Normal"/>
    <w:qFormat/>
    <w:rsid w:val="00B56400"/>
    <w:pPr>
      <w:outlineLvl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C4D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4DEF"/>
    <w:pPr>
      <w:tabs>
        <w:tab w:val="center" w:pos="4320"/>
        <w:tab w:val="right" w:pos="8640"/>
      </w:tabs>
    </w:pPr>
  </w:style>
  <w:style w:type="paragraph" w:customStyle="1" w:styleId="Descriptions">
    <w:name w:val="Descriptions"/>
    <w:basedOn w:val="Normal"/>
    <w:rsid w:val="002D6B75"/>
    <w:pPr>
      <w:pBdr>
        <w:left w:val="single" w:sz="6" w:space="4" w:color="8AC4AE"/>
      </w:pBdr>
      <w:ind w:right="-540"/>
    </w:pPr>
    <w:rPr>
      <w:rFonts w:ascii="Garamond" w:hAnsi="Garamond"/>
      <w:szCs w:val="20"/>
    </w:rPr>
  </w:style>
  <w:style w:type="paragraph" w:customStyle="1" w:styleId="StyleGaramond16ptItalicCustomColorRGB2558080Left">
    <w:name w:val="Style Garamond 16 pt Italic Custom Color(RGB(2558080)) Left: ..."/>
    <w:basedOn w:val="Normal"/>
    <w:rsid w:val="002D6B75"/>
    <w:pPr>
      <w:pBdr>
        <w:left w:val="single" w:sz="6" w:space="4" w:color="8AC4AE"/>
      </w:pBdr>
    </w:pPr>
    <w:rPr>
      <w:rFonts w:ascii="Garamond" w:hAnsi="Garamond"/>
      <w:b/>
      <w:i/>
      <w:iCs/>
      <w:noProof/>
      <w:color w:val="FF505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9088">
          <w:marLeft w:val="0"/>
          <w:marRight w:val="-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70391">
          <w:marLeft w:val="0"/>
          <w:marRight w:val="-5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Engaged%20couple%20profi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Engaged couple profile</Template>
  <TotalTime>42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sierra</dc:creator>
  <cp:lastModifiedBy>sierra</cp:lastModifiedBy>
  <cp:revision>1</cp:revision>
  <cp:lastPrinted>1601-01-01T00:00:00Z</cp:lastPrinted>
  <dcterms:created xsi:type="dcterms:W3CDTF">2012-10-11T14:49:00Z</dcterms:created>
  <dcterms:modified xsi:type="dcterms:W3CDTF">2012-10-11T15:34:00Z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TC060897131033</vt:lpwstr>
  </property>
</Properties>
</file>